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470FE" w14:textId="77777777" w:rsidR="005253F3" w:rsidRDefault="005253F3" w:rsidP="003A7DD1">
      <w:pPr>
        <w:rPr>
          <w:b/>
          <w:bCs/>
          <w:sz w:val="20"/>
        </w:rPr>
      </w:pPr>
    </w:p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43DDF68B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CC1CA0">
        <w:rPr>
          <w:b/>
          <w:bCs/>
          <w:sz w:val="20"/>
        </w:rPr>
        <w:t>5</w:t>
      </w:r>
      <w:r w:rsidR="00036075">
        <w:rPr>
          <w:b/>
          <w:bCs/>
          <w:sz w:val="20"/>
        </w:rPr>
        <w:t>/</w:t>
      </w:r>
      <w:r w:rsidR="00EE5FFA">
        <w:rPr>
          <w:b/>
          <w:bCs/>
          <w:sz w:val="20"/>
        </w:rPr>
        <w:t>209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4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693A7060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9F0D43">
                  <w:rPr>
                    <w:rFonts w:eastAsia="Calibri"/>
                    <w:sz w:val="20"/>
                  </w:rPr>
                  <w:t>16.01.2025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9F0D43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5442F0" w:rsidRPr="001611B4" w14:paraId="6E3EC6BB" w14:textId="77777777" w:rsidTr="004854CB">
        <w:tc>
          <w:tcPr>
            <w:tcW w:w="3289" w:type="dxa"/>
          </w:tcPr>
          <w:p w14:paraId="3FEECC88" w14:textId="77777777" w:rsidR="005442F0" w:rsidRPr="00846626" w:rsidRDefault="005442F0" w:rsidP="005442F0">
            <w:pPr>
              <w:rPr>
                <w:sz w:val="20"/>
              </w:rPr>
            </w:pPr>
            <w:r>
              <w:rPr>
                <w:sz w:val="20"/>
              </w:rPr>
              <w:t xml:space="preserve">OÜ Samm Mets </w:t>
            </w:r>
          </w:p>
          <w:p w14:paraId="4FC74FA5" w14:textId="36733F24" w:rsidR="005442F0" w:rsidRPr="001611B4" w:rsidRDefault="005442F0" w:rsidP="005442F0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1943EF35" w14:textId="77777777" w:rsidR="005442F0" w:rsidRPr="00846626" w:rsidRDefault="005442F0" w:rsidP="005442F0">
            <w:pPr>
              <w:rPr>
                <w:sz w:val="20"/>
              </w:rPr>
            </w:pPr>
            <w:r>
              <w:rPr>
                <w:sz w:val="20"/>
              </w:rPr>
              <w:t>Registrikood 12484664</w:t>
            </w:r>
          </w:p>
          <w:p w14:paraId="2C4748F4" w14:textId="3F7DA5E9" w:rsidR="005442F0" w:rsidRPr="001611B4" w:rsidRDefault="008D6F69" w:rsidP="005442F0">
            <w:pPr>
              <w:rPr>
                <w:bCs/>
                <w:sz w:val="20"/>
              </w:rPr>
            </w:pPr>
            <w:r w:rsidRPr="008D6F69">
              <w:rPr>
                <w:sz w:val="20"/>
              </w:rPr>
              <w:t>Luha tn 44b, 65607 Võru linn, Võru maakond</w:t>
            </w:r>
          </w:p>
        </w:tc>
        <w:tc>
          <w:tcPr>
            <w:tcW w:w="2771" w:type="dxa"/>
          </w:tcPr>
          <w:p w14:paraId="2A4C4417" w14:textId="77777777" w:rsidR="005442F0" w:rsidRPr="00420B85" w:rsidRDefault="005442F0" w:rsidP="005442F0">
            <w:pPr>
              <w:rPr>
                <w:sz w:val="20"/>
              </w:rPr>
            </w:pPr>
            <w:r w:rsidRPr="00420B85">
              <w:rPr>
                <w:sz w:val="20"/>
                <w:lang w:val="en-US"/>
              </w:rPr>
              <w:t xml:space="preserve">Tel. </w:t>
            </w:r>
            <w:r w:rsidRPr="00420B85">
              <w:rPr>
                <w:sz w:val="20"/>
              </w:rPr>
              <w:t>+3725034482</w:t>
            </w:r>
          </w:p>
          <w:p w14:paraId="45C69494" w14:textId="658AA018" w:rsidR="005442F0" w:rsidRPr="001611B4" w:rsidRDefault="005442F0" w:rsidP="005442F0">
            <w:pPr>
              <w:rPr>
                <w:bCs/>
                <w:sz w:val="20"/>
              </w:rPr>
            </w:pPr>
          </w:p>
        </w:tc>
      </w:tr>
      <w:tr w:rsidR="005442F0" w:rsidRPr="001611B4" w14:paraId="58FA04AD" w14:textId="77777777" w:rsidTr="004854CB">
        <w:tc>
          <w:tcPr>
            <w:tcW w:w="3289" w:type="dxa"/>
          </w:tcPr>
          <w:p w14:paraId="795AF362" w14:textId="1B7A0E8C" w:rsidR="005442F0" w:rsidRPr="001611B4" w:rsidRDefault="005442F0" w:rsidP="005442F0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4ADBD065" w14:textId="16D66E9B" w:rsidR="005442F0" w:rsidRPr="00235183" w:rsidRDefault="005442F0" w:rsidP="005442F0">
            <w:pPr>
              <w:rPr>
                <w:sz w:val="20"/>
              </w:rPr>
            </w:pPr>
            <w:r w:rsidRPr="0035225F">
              <w:rPr>
                <w:sz w:val="20"/>
              </w:rPr>
              <w:t xml:space="preserve">Juhatuse liige </w:t>
            </w:r>
            <w:r>
              <w:rPr>
                <w:sz w:val="20"/>
              </w:rPr>
              <w:t>Janno Samm</w:t>
            </w:r>
            <w:r w:rsidRPr="00846626">
              <w:rPr>
                <w:sz w:val="20"/>
              </w:rPr>
              <w:t xml:space="preserve">  </w:t>
            </w:r>
          </w:p>
        </w:tc>
        <w:tc>
          <w:tcPr>
            <w:tcW w:w="2771" w:type="dxa"/>
          </w:tcPr>
          <w:p w14:paraId="6DD68004" w14:textId="4269BC0B" w:rsidR="005442F0" w:rsidRPr="00043A53" w:rsidRDefault="005869A5" w:rsidP="005442F0">
            <w:pPr>
              <w:rPr>
                <w:sz w:val="20"/>
              </w:rPr>
            </w:pPr>
            <w:hyperlink r:id="rId15" w:history="1">
              <w:r w:rsidRPr="00E832D1">
                <w:rPr>
                  <w:rStyle w:val="Hperlink"/>
                </w:rPr>
                <w:t>sammmets@gmail.com</w:t>
              </w:r>
            </w:hyperlink>
            <w:r>
              <w:t xml:space="preserve"> </w:t>
            </w:r>
          </w:p>
        </w:tc>
      </w:tr>
      <w:tr w:rsidR="008E3CD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4B4A084B" w:rsidR="008E3CDE" w:rsidRPr="001611B4" w:rsidRDefault="008E3CDE" w:rsidP="008E3CD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57DD3E18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04D3E03C" w14:textId="77777777" w:rsidR="00B834E6" w:rsidRPr="000A4A87" w:rsidRDefault="00B834E6" w:rsidP="00B834E6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4E9E880B" w14:textId="2B80953B" w:rsidR="00592EF7" w:rsidRPr="008C44DC" w:rsidRDefault="00592EF7" w:rsidP="00592EF7">
            <w:pPr>
              <w:rPr>
                <w:sz w:val="20"/>
              </w:rPr>
            </w:pPr>
            <w:r w:rsidRPr="008C44DC">
              <w:rPr>
                <w:sz w:val="20"/>
              </w:rPr>
              <w:t>Ostja ostab metsamaterjali ettemaksuga,  tasudes ettemaksu vastavalt Tarnegraafikus sätestatud kogustele ning metsamaterjali hinnale metsamaterjali kuu koguse eest  iga kuu 1 kuupäevaks</w:t>
            </w:r>
            <w:r>
              <w:rPr>
                <w:sz w:val="20"/>
              </w:rPr>
              <w:t xml:space="preserve">. </w:t>
            </w:r>
            <w:r w:rsidRPr="008C44DC">
              <w:rPr>
                <w:sz w:val="20"/>
              </w:rPr>
              <w:t xml:space="preserve"> Juhul kui Ostja soovib Müüjaga kooskõlastades, et Müüja tarniks Tarnegraafikus näidatud kuukogusest korraga rohkem, siis Ostja tasub vastavalt suurema ettemaksu.</w:t>
            </w:r>
            <w:r>
              <w:rPr>
                <w:sz w:val="20"/>
              </w:rPr>
              <w:t xml:space="preserve">  Ettemaks kanda RMK  a/a </w:t>
            </w:r>
            <w:r w:rsidRPr="004063F2">
              <w:rPr>
                <w:rStyle w:val="Pealkiri3Mrk"/>
                <w:rFonts w:ascii="Times New Roman" w:hAnsi="Times New Roman"/>
                <w:sz w:val="20"/>
              </w:rPr>
              <w:t>EE781010402024861004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selgitusse ettemaks ja lepingu number.</w:t>
            </w:r>
          </w:p>
          <w:p w14:paraId="75B9A551" w14:textId="450E3F48" w:rsidR="005253F3" w:rsidRPr="001611B4" w:rsidRDefault="005253F3" w:rsidP="00235183">
            <w:pPr>
              <w:rPr>
                <w:sz w:val="20"/>
              </w:rPr>
            </w:pPr>
          </w:p>
        </w:tc>
        <w:tc>
          <w:tcPr>
            <w:tcW w:w="3373" w:type="dxa"/>
          </w:tcPr>
          <w:p w14:paraId="6E0816F3" w14:textId="3993F192" w:rsidR="005253F3" w:rsidRPr="001611B4" w:rsidRDefault="00592EF7" w:rsidP="004D483E">
            <w:pPr>
              <w:rPr>
                <w:sz w:val="20"/>
              </w:rPr>
            </w:pPr>
            <w:r>
              <w:rPr>
                <w:sz w:val="20"/>
              </w:rPr>
              <w:t>Vastavalt ettemaksu summale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4E00ACB7" w14:textId="6B84C39A" w:rsidR="00043A53" w:rsidRPr="00043A53" w:rsidRDefault="00D4333E" w:rsidP="00043A53">
      <w:pPr>
        <w:rPr>
          <w:sz w:val="20"/>
        </w:rPr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5253F3" w:rsidRPr="001611B4">
        <w:t xml:space="preserve"> </w:t>
      </w:r>
      <w:r w:rsidR="005869A5" w:rsidRPr="005869A5">
        <w:tab/>
      </w:r>
      <w:hyperlink r:id="rId16" w:history="1">
        <w:r w:rsidR="005869A5" w:rsidRPr="00E832D1">
          <w:rPr>
            <w:rStyle w:val="Hperlink"/>
          </w:rPr>
          <w:t>sammmets@gmail.com</w:t>
        </w:r>
      </w:hyperlink>
      <w:r w:rsidR="005869A5">
        <w:t xml:space="preserve"> </w:t>
      </w:r>
    </w:p>
    <w:p w14:paraId="1BF3D4AF" w14:textId="75B1226E" w:rsidR="005253F3" w:rsidRPr="001611B4" w:rsidRDefault="005253F3" w:rsidP="00043A53">
      <w:pPr>
        <w:pStyle w:val="Pealkiri21"/>
        <w:numPr>
          <w:ilvl w:val="0"/>
          <w:numId w:val="0"/>
        </w:numPr>
        <w:ind w:left="576" w:hanging="576"/>
      </w:pPr>
    </w:p>
    <w:p w14:paraId="655B6318" w14:textId="56C1FBB0" w:rsidR="00A9731F" w:rsidRPr="001611B4" w:rsidRDefault="00235183" w:rsidP="00D6350A">
      <w:pPr>
        <w:pStyle w:val="Pealkiri21"/>
        <w:rPr>
          <w:sz w:val="20"/>
        </w:rPr>
      </w:pPr>
      <w:r w:rsidRPr="001611B4">
        <w:rPr>
          <w:sz w:val="20"/>
        </w:rPr>
        <w:lastRenderedPageBreak/>
        <w:t>Juhul, kui ostja ei ole tasunud kokkulepitud summas tähtaegselt ettemaksu lepingu alusel tarnitava metsamaterjali eest, on müüjal õigus ühepoolselt keelduda tarnegraafiku täitmisest, nõuda ostjalt leppetrahvi 10 (kümme) % ettemaksu summast ja lepingust taganed</w:t>
      </w:r>
      <w:r w:rsidR="005253F3" w:rsidRPr="001611B4">
        <w:rPr>
          <w:sz w:val="20"/>
        </w:rPr>
        <w:t>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5ED36D8A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>Leping</w:t>
      </w:r>
      <w:r w:rsidR="00043A53">
        <w:rPr>
          <w:sz w:val="20"/>
        </w:rPr>
        <w:t xml:space="preserve"> kehtib kuni </w:t>
      </w:r>
      <w:r w:rsidR="00DC39C3" w:rsidRPr="004D483E">
        <w:rPr>
          <w:sz w:val="20"/>
        </w:rPr>
        <w:t xml:space="preserve"> </w:t>
      </w:r>
      <w:r w:rsidR="004D483E">
        <w:rPr>
          <w:sz w:val="20"/>
        </w:rPr>
        <w:t>31.</w:t>
      </w:r>
      <w:r w:rsidR="00743724">
        <w:rPr>
          <w:sz w:val="20"/>
        </w:rPr>
        <w:t>12</w:t>
      </w:r>
      <w:r w:rsidR="004D483E">
        <w:rPr>
          <w:sz w:val="20"/>
        </w:rPr>
        <w:t>.202</w:t>
      </w:r>
      <w:r w:rsidR="00043A53">
        <w:rPr>
          <w:sz w:val="20"/>
        </w:rPr>
        <w:t>5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7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399DEF3C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592EF7">
        <w:rPr>
          <w:sz w:val="20"/>
        </w:rPr>
        <w:t>Janno Samm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85960638">
    <w:abstractNumId w:val="0"/>
  </w:num>
  <w:num w:numId="2" w16cid:durableId="969701351">
    <w:abstractNumId w:val="10"/>
  </w:num>
  <w:num w:numId="3" w16cid:durableId="1356420750">
    <w:abstractNumId w:val="9"/>
  </w:num>
  <w:num w:numId="4" w16cid:durableId="1857190999">
    <w:abstractNumId w:val="14"/>
  </w:num>
  <w:num w:numId="5" w16cid:durableId="1452362981">
    <w:abstractNumId w:val="15"/>
  </w:num>
  <w:num w:numId="6" w16cid:durableId="1196234349">
    <w:abstractNumId w:val="18"/>
  </w:num>
  <w:num w:numId="7" w16cid:durableId="1741363200">
    <w:abstractNumId w:val="20"/>
  </w:num>
  <w:num w:numId="8" w16cid:durableId="223957385">
    <w:abstractNumId w:val="5"/>
  </w:num>
  <w:num w:numId="9" w16cid:durableId="654527340">
    <w:abstractNumId w:val="7"/>
  </w:num>
  <w:num w:numId="10" w16cid:durableId="651257024">
    <w:abstractNumId w:val="1"/>
  </w:num>
  <w:num w:numId="11" w16cid:durableId="1666320691">
    <w:abstractNumId w:val="2"/>
  </w:num>
  <w:num w:numId="12" w16cid:durableId="3240862">
    <w:abstractNumId w:val="12"/>
  </w:num>
  <w:num w:numId="13" w16cid:durableId="349793717">
    <w:abstractNumId w:val="17"/>
  </w:num>
  <w:num w:numId="14" w16cid:durableId="958298547">
    <w:abstractNumId w:val="8"/>
  </w:num>
  <w:num w:numId="15" w16cid:durableId="255939912">
    <w:abstractNumId w:val="4"/>
  </w:num>
  <w:num w:numId="16" w16cid:durableId="503859376">
    <w:abstractNumId w:val="17"/>
  </w:num>
  <w:num w:numId="17" w16cid:durableId="1416054723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1671474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0594161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8873588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96007401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55675560">
    <w:abstractNumId w:val="21"/>
  </w:num>
  <w:num w:numId="23" w16cid:durableId="127165161">
    <w:abstractNumId w:val="3"/>
  </w:num>
  <w:num w:numId="24" w16cid:durableId="1051659395">
    <w:abstractNumId w:val="19"/>
  </w:num>
  <w:num w:numId="25" w16cid:durableId="1479763443">
    <w:abstractNumId w:val="6"/>
  </w:num>
  <w:num w:numId="26" w16cid:durableId="1670013585">
    <w:abstractNumId w:val="11"/>
  </w:num>
  <w:num w:numId="27" w16cid:durableId="1379580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39751111">
    <w:abstractNumId w:val="13"/>
  </w:num>
  <w:num w:numId="29" w16cid:durableId="176316530">
    <w:abstractNumId w:val="16"/>
  </w:num>
  <w:num w:numId="30" w16cid:durableId="19835326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2140"/>
    <w:rsid w:val="0004317E"/>
    <w:rsid w:val="00043A53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37FD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07F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0EE0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2F0"/>
    <w:rsid w:val="005446C0"/>
    <w:rsid w:val="00547DC1"/>
    <w:rsid w:val="00550631"/>
    <w:rsid w:val="00552127"/>
    <w:rsid w:val="0055321D"/>
    <w:rsid w:val="00562D95"/>
    <w:rsid w:val="005655A4"/>
    <w:rsid w:val="00566DA4"/>
    <w:rsid w:val="00570FCF"/>
    <w:rsid w:val="00574248"/>
    <w:rsid w:val="0058348A"/>
    <w:rsid w:val="005869A5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3724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37E5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D6F69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0D43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E55C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4E6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1CA0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1C4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5FFA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6571B"/>
    <w:rsid w:val="00F76FB8"/>
    <w:rsid w:val="00F86CB3"/>
    <w:rsid w:val="00F919E6"/>
    <w:rsid w:val="00F932EB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3D4B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043A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rmk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mmmets@gmail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sammmets@gmail.com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rmk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40EE0"/>
    <w:rsid w:val="00485420"/>
    <w:rsid w:val="00985EA7"/>
    <w:rsid w:val="00FF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385e03f7549df17534ca2ffc29d8dae7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90e509fb36046759943e377d9b01b3c1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A7F5ED-BACD-4978-A4C9-15CA56BE24CC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2.xml><?xml version="1.0" encoding="utf-8"?>
<ds:datastoreItem xmlns:ds="http://schemas.openxmlformats.org/officeDocument/2006/customXml" ds:itemID="{54C6868F-8B69-4913-BADE-EE6813988B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8FA86C-7AE6-49A0-AE72-47F0DCB630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9316E9-E2CC-4241-B6A7-6BC347BCF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18</TotalTime>
  <Pages>3</Pages>
  <Words>941</Words>
  <Characters>7285</Characters>
  <Application>Microsoft Office Word</Application>
  <DocSecurity>0</DocSecurity>
  <Lines>60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8210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8</cp:revision>
  <cp:lastPrinted>2011-09-19T08:13:00Z</cp:lastPrinted>
  <dcterms:created xsi:type="dcterms:W3CDTF">2025-10-15T15:56:00Z</dcterms:created>
  <dcterms:modified xsi:type="dcterms:W3CDTF">2025-10-15T16:21:00Z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  <property fmtid="{D5CDD505-2E9C-101B-9397-08002B2CF9AE}" pid="3" name="ContentTypeId">
    <vt:lpwstr>0x01010051C0F4519ECA3043B2575B66818F26CA</vt:lpwstr>
  </property>
  <property fmtid="{D5CDD505-2E9C-101B-9397-08002B2CF9AE}" pid="4" name="Order">
    <vt:r8>953600</vt:r8>
  </property>
  <property fmtid="{D5CDD505-2E9C-101B-9397-08002B2CF9AE}" pid="5" name="MediaServiceImageTags">
    <vt:lpwstr/>
  </property>
</Properties>
</file>